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广西《流动人口婚育证明》发放审批表（空白）</w:t>
      </w:r>
    </w:p>
    <w:bookmarkEnd w:id="0"/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drawing>
          <wp:inline distT="0" distB="0" distL="114300" distR="114300">
            <wp:extent cx="5271770" cy="7024370"/>
            <wp:effectExtent l="0" t="0" r="5080" b="5080"/>
            <wp:docPr id="1" name="图片 1" descr="6D6AECD53EAE01E250B4D9145EB4A0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D6AECD53EAE01E250B4D9145EB4A0A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2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82C1A"/>
    <w:rsid w:val="6D535020"/>
    <w:rsid w:val="7ED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2018-05-28T07:16:00Z</dcterms:created>
  <dc:creator>傻傻dē依</dc:creator>
  <cp:lastModifiedBy>傻傻dē依</cp:lastModifiedBy>
  <dcterms:modified xsi:type="dcterms:W3CDTF">2018-05-28T07:19:01Z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